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1E0" w:rsidRPr="00BF4111" w:rsidRDefault="00AF71E0">
      <w:pPr>
        <w:rPr>
          <w:b/>
        </w:rPr>
      </w:pPr>
      <w:r w:rsidRPr="00BF4111">
        <w:rPr>
          <w:b/>
        </w:rPr>
        <w:t>Video Storyboard</w:t>
      </w:r>
      <w:r w:rsidRPr="00BF4111">
        <w:rPr>
          <w:b/>
        </w:rPr>
        <w:tab/>
      </w:r>
      <w:r w:rsidRPr="00BF4111">
        <w:rPr>
          <w:b/>
        </w:rPr>
        <w:tab/>
      </w:r>
      <w:r w:rsidRPr="00BF4111">
        <w:rPr>
          <w:b/>
        </w:rPr>
        <w:tab/>
      </w:r>
      <w:r w:rsidRPr="00BF4111">
        <w:rPr>
          <w:b/>
        </w:rPr>
        <w:tab/>
      </w:r>
      <w:r w:rsidRPr="00BF4111">
        <w:rPr>
          <w:b/>
        </w:rPr>
        <w:tab/>
      </w:r>
      <w:r w:rsidRPr="00BF4111">
        <w:rPr>
          <w:b/>
        </w:rPr>
        <w:tab/>
        <w:t>Name___________________________</w:t>
      </w:r>
    </w:p>
    <w:p w:rsidR="00AF71E0" w:rsidRDefault="00AF71E0">
      <w:r>
        <w:t xml:space="preserve">Video Title__________________________________                                </w:t>
      </w:r>
    </w:p>
    <w:p w:rsidR="00AF71E0" w:rsidRDefault="00AF71E0">
      <w:r>
        <w:t xml:space="preserve"> Slide ______ of_________</w:t>
      </w:r>
    </w:p>
    <w:tbl>
      <w:tblPr>
        <w:tblW w:w="9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33"/>
        <w:gridCol w:w="4833"/>
      </w:tblGrid>
      <w:tr w:rsidR="00AF71E0" w:rsidRPr="00FF3653" w:rsidTr="00FF3653">
        <w:trPr>
          <w:trHeight w:val="1723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Type: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Size: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Color: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Audio: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Video (include transitions and effects):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  <w:tr w:rsidR="00AF71E0" w:rsidRPr="00FF3653" w:rsidTr="00FF3653">
        <w:trPr>
          <w:trHeight w:val="2966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Text: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>Slide/Screen</w:t>
            </w:r>
          </w:p>
          <w:p w:rsidR="00AF71E0" w:rsidRPr="00FF3653" w:rsidRDefault="00AF71E0" w:rsidP="00FF3653">
            <w:pPr>
              <w:spacing w:after="0" w:line="240" w:lineRule="auto"/>
            </w:pPr>
            <w:r>
              <w:rPr>
                <w:noProof/>
              </w:rPr>
              <w:pict>
                <v:rect id="_x0000_s1026" style="position:absolute;margin-left:6.6pt;margin-top:-.7pt;width:216.75pt;height:130.5pt;z-index:251658240"/>
              </w:pic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</w:tbl>
    <w:p w:rsidR="00AF71E0" w:rsidRDefault="00AF71E0"/>
    <w:p w:rsidR="00AF71E0" w:rsidRDefault="00AF71E0">
      <w:r>
        <w:t>Slide ______ of_________</w:t>
      </w:r>
    </w:p>
    <w:tbl>
      <w:tblPr>
        <w:tblW w:w="9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33"/>
        <w:gridCol w:w="4833"/>
      </w:tblGrid>
      <w:tr w:rsidR="00AF71E0" w:rsidRPr="00FF3653" w:rsidTr="00FF3653">
        <w:trPr>
          <w:trHeight w:val="1723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Type: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Size: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Color: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Audio: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Video (include transitions and effects):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  <w:tr w:rsidR="00AF71E0" w:rsidRPr="00FF3653" w:rsidTr="00FF3653">
        <w:trPr>
          <w:trHeight w:val="2966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Text: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>Slide/Screen</w:t>
            </w:r>
          </w:p>
          <w:p w:rsidR="00AF71E0" w:rsidRPr="00FF3653" w:rsidRDefault="00AF71E0" w:rsidP="00FF3653">
            <w:pPr>
              <w:spacing w:after="0" w:line="240" w:lineRule="auto"/>
            </w:pPr>
            <w:r>
              <w:rPr>
                <w:noProof/>
              </w:rPr>
              <w:pict>
                <v:rect id="_x0000_s1027" style="position:absolute;margin-left:6.6pt;margin-top:-.7pt;width:216.75pt;height:130.5pt;z-index:251659264"/>
              </w:pic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</w:tbl>
    <w:p w:rsidR="00AF71E0" w:rsidRDefault="00AF71E0"/>
    <w:p w:rsidR="00AF71E0" w:rsidRDefault="00AF71E0"/>
    <w:p w:rsidR="00AF71E0" w:rsidRDefault="00AF71E0" w:rsidP="00BF4111">
      <w:r>
        <w:t>Slide ______ of_________</w:t>
      </w:r>
    </w:p>
    <w:tbl>
      <w:tblPr>
        <w:tblW w:w="9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33"/>
        <w:gridCol w:w="4833"/>
      </w:tblGrid>
      <w:tr w:rsidR="00AF71E0" w:rsidRPr="00FF3653" w:rsidTr="00FF3653">
        <w:trPr>
          <w:trHeight w:val="1723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Type: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Size: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Color: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Audio: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Video (include transitions and effects):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  <w:tr w:rsidR="00AF71E0" w:rsidRPr="00FF3653" w:rsidTr="00FF3653">
        <w:trPr>
          <w:trHeight w:val="2966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Text: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>Slide/Screen</w:t>
            </w:r>
          </w:p>
          <w:p w:rsidR="00AF71E0" w:rsidRPr="00FF3653" w:rsidRDefault="00AF71E0" w:rsidP="00FF3653">
            <w:pPr>
              <w:spacing w:after="0" w:line="240" w:lineRule="auto"/>
            </w:pPr>
            <w:r>
              <w:rPr>
                <w:noProof/>
              </w:rPr>
              <w:pict>
                <v:rect id="_x0000_s1028" style="position:absolute;margin-left:6.6pt;margin-top:-.7pt;width:216.75pt;height:130.5pt;z-index:251660288"/>
              </w:pic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</w:tbl>
    <w:p w:rsidR="00AF71E0" w:rsidRDefault="00AF71E0" w:rsidP="00BF4111"/>
    <w:p w:rsidR="00AF71E0" w:rsidRDefault="00AF71E0" w:rsidP="00BF4111">
      <w:r>
        <w:t>Slide ______ of_________</w:t>
      </w:r>
    </w:p>
    <w:tbl>
      <w:tblPr>
        <w:tblW w:w="9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33"/>
        <w:gridCol w:w="4833"/>
      </w:tblGrid>
      <w:tr w:rsidR="00AF71E0" w:rsidRPr="00FF3653" w:rsidTr="00FF3653">
        <w:trPr>
          <w:trHeight w:val="1723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Type: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Size: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Color: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Audio: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Video (include transitions and effects):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  <w:tr w:rsidR="00AF71E0" w:rsidRPr="00FF3653" w:rsidTr="00FF3653">
        <w:trPr>
          <w:trHeight w:val="2966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Text: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>Slide/Screen</w:t>
            </w:r>
          </w:p>
          <w:p w:rsidR="00AF71E0" w:rsidRPr="00FF3653" w:rsidRDefault="00AF71E0" w:rsidP="00FF3653">
            <w:pPr>
              <w:spacing w:after="0" w:line="240" w:lineRule="auto"/>
            </w:pPr>
            <w:r>
              <w:rPr>
                <w:noProof/>
              </w:rPr>
              <w:pict>
                <v:rect id="_x0000_s1029" style="position:absolute;margin-left:6.6pt;margin-top:-.7pt;width:216.75pt;height:130.5pt;z-index:251661312"/>
              </w:pic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</w:tbl>
    <w:p w:rsidR="00AF71E0" w:rsidRDefault="00AF71E0"/>
    <w:p w:rsidR="00AF71E0" w:rsidRDefault="00AF71E0"/>
    <w:p w:rsidR="00AF71E0" w:rsidRDefault="00AF71E0"/>
    <w:p w:rsidR="00AF71E0" w:rsidRDefault="00AF71E0"/>
    <w:p w:rsidR="00AF71E0" w:rsidRDefault="00AF71E0" w:rsidP="00BF4111">
      <w:r>
        <w:t>Slide ______ of_________</w:t>
      </w:r>
    </w:p>
    <w:tbl>
      <w:tblPr>
        <w:tblW w:w="9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33"/>
        <w:gridCol w:w="4833"/>
      </w:tblGrid>
      <w:tr w:rsidR="00AF71E0" w:rsidRPr="00FF3653" w:rsidTr="00FF3653">
        <w:trPr>
          <w:trHeight w:val="1723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Type: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Size: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Color: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Audio: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Video (include transitions and effects):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  <w:tr w:rsidR="00AF71E0" w:rsidRPr="00FF3653" w:rsidTr="00FF3653">
        <w:trPr>
          <w:trHeight w:val="2966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Text: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>Slide/Screen</w:t>
            </w:r>
          </w:p>
          <w:p w:rsidR="00AF71E0" w:rsidRPr="00FF3653" w:rsidRDefault="00AF71E0" w:rsidP="00FF3653">
            <w:pPr>
              <w:spacing w:after="0" w:line="240" w:lineRule="auto"/>
            </w:pPr>
            <w:r>
              <w:rPr>
                <w:noProof/>
              </w:rPr>
              <w:pict>
                <v:rect id="_x0000_s1030" style="position:absolute;margin-left:6.6pt;margin-top:-.7pt;width:216.75pt;height:130.5pt;z-index:251662336"/>
              </w:pic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</w:tbl>
    <w:p w:rsidR="00AF71E0" w:rsidRDefault="00AF71E0" w:rsidP="00BF4111"/>
    <w:p w:rsidR="00AF71E0" w:rsidRDefault="00AF71E0" w:rsidP="00BF4111">
      <w:r>
        <w:t>Slide ______ of_________</w:t>
      </w:r>
    </w:p>
    <w:tbl>
      <w:tblPr>
        <w:tblW w:w="9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33"/>
        <w:gridCol w:w="4833"/>
      </w:tblGrid>
      <w:tr w:rsidR="00AF71E0" w:rsidRPr="00FF3653" w:rsidTr="00FF3653">
        <w:trPr>
          <w:trHeight w:val="1723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Type: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Size: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Color: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Audio: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Video (include transitions and effects):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  <w:tr w:rsidR="00AF71E0" w:rsidRPr="00FF3653" w:rsidTr="00FF3653">
        <w:trPr>
          <w:trHeight w:val="2966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Text: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>Slide/Screen</w:t>
            </w:r>
          </w:p>
          <w:p w:rsidR="00AF71E0" w:rsidRPr="00FF3653" w:rsidRDefault="00AF71E0" w:rsidP="00FF3653">
            <w:pPr>
              <w:spacing w:after="0" w:line="240" w:lineRule="auto"/>
            </w:pPr>
            <w:r>
              <w:rPr>
                <w:noProof/>
              </w:rPr>
              <w:pict>
                <v:rect id="_x0000_s1031" style="position:absolute;margin-left:6.6pt;margin-top:-.7pt;width:216.75pt;height:130.5pt;z-index:251663360"/>
              </w:pic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</w:tbl>
    <w:p w:rsidR="00AF71E0" w:rsidRDefault="00AF71E0"/>
    <w:p w:rsidR="00AF71E0" w:rsidRDefault="00AF71E0"/>
    <w:p w:rsidR="00AF71E0" w:rsidRDefault="00AF71E0"/>
    <w:p w:rsidR="00AF71E0" w:rsidRDefault="00AF71E0"/>
    <w:p w:rsidR="00AF71E0" w:rsidRDefault="00AF71E0" w:rsidP="00BF4111">
      <w:r>
        <w:t>Slide ______ of_________</w:t>
      </w:r>
    </w:p>
    <w:tbl>
      <w:tblPr>
        <w:tblW w:w="9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33"/>
        <w:gridCol w:w="4833"/>
      </w:tblGrid>
      <w:tr w:rsidR="00AF71E0" w:rsidRPr="00FF3653" w:rsidTr="00FF3653">
        <w:trPr>
          <w:trHeight w:val="1723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Type: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Size: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Color: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Audio: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Video (include transitions and effects):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  <w:tr w:rsidR="00AF71E0" w:rsidRPr="00FF3653" w:rsidTr="00FF3653">
        <w:trPr>
          <w:trHeight w:val="2966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Text: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>Slide/Screen</w:t>
            </w:r>
          </w:p>
          <w:p w:rsidR="00AF71E0" w:rsidRPr="00FF3653" w:rsidRDefault="00AF71E0" w:rsidP="00FF3653">
            <w:pPr>
              <w:spacing w:after="0" w:line="240" w:lineRule="auto"/>
            </w:pPr>
            <w:r>
              <w:rPr>
                <w:noProof/>
              </w:rPr>
              <w:pict>
                <v:rect id="_x0000_s1032" style="position:absolute;margin-left:6.6pt;margin-top:-.7pt;width:216.75pt;height:130.5pt;z-index:251664384"/>
              </w:pic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</w:tbl>
    <w:p w:rsidR="00AF71E0" w:rsidRDefault="00AF71E0" w:rsidP="00BF4111"/>
    <w:p w:rsidR="00AF71E0" w:rsidRDefault="00AF71E0" w:rsidP="00BF4111">
      <w:r>
        <w:t>Slide ______ of_________</w:t>
      </w:r>
    </w:p>
    <w:tbl>
      <w:tblPr>
        <w:tblW w:w="9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33"/>
        <w:gridCol w:w="4833"/>
      </w:tblGrid>
      <w:tr w:rsidR="00AF71E0" w:rsidRPr="00FF3653" w:rsidTr="00FF3653">
        <w:trPr>
          <w:trHeight w:val="1723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Type: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Size: </w:t>
            </w: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Font Color: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Audio: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Video (include transitions and effects):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  <w:tr w:rsidR="00AF71E0" w:rsidRPr="00FF3653" w:rsidTr="00FF3653">
        <w:trPr>
          <w:trHeight w:val="2966"/>
        </w:trPr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 xml:space="preserve">Text: </w: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  <w:tc>
          <w:tcPr>
            <w:tcW w:w="4833" w:type="dxa"/>
          </w:tcPr>
          <w:p w:rsidR="00AF71E0" w:rsidRPr="00FF3653" w:rsidRDefault="00AF71E0" w:rsidP="00FF3653">
            <w:pPr>
              <w:spacing w:after="0" w:line="240" w:lineRule="auto"/>
            </w:pPr>
            <w:r w:rsidRPr="00FF3653">
              <w:t>Slide/Screen</w:t>
            </w:r>
          </w:p>
          <w:p w:rsidR="00AF71E0" w:rsidRPr="00FF3653" w:rsidRDefault="00AF71E0" w:rsidP="00FF3653">
            <w:pPr>
              <w:spacing w:after="0" w:line="240" w:lineRule="auto"/>
            </w:pPr>
            <w:r>
              <w:rPr>
                <w:noProof/>
              </w:rPr>
              <w:pict>
                <v:rect id="_x0000_s1033" style="position:absolute;margin-left:6.6pt;margin-top:-.7pt;width:216.75pt;height:130.5pt;z-index:251665408"/>
              </w:pict>
            </w: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  <w:p w:rsidR="00AF71E0" w:rsidRPr="00FF3653" w:rsidRDefault="00AF71E0" w:rsidP="00FF3653">
            <w:pPr>
              <w:spacing w:after="0" w:line="240" w:lineRule="auto"/>
            </w:pPr>
          </w:p>
        </w:tc>
      </w:tr>
    </w:tbl>
    <w:p w:rsidR="00AF71E0" w:rsidRDefault="00AF71E0"/>
    <w:sectPr w:rsidR="00AF71E0" w:rsidSect="004B28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112"/>
    <w:rsid w:val="00262939"/>
    <w:rsid w:val="004B28D4"/>
    <w:rsid w:val="00946869"/>
    <w:rsid w:val="00A45112"/>
    <w:rsid w:val="00AF71E0"/>
    <w:rsid w:val="00B9403F"/>
    <w:rsid w:val="00BF4111"/>
    <w:rsid w:val="00DE114B"/>
    <w:rsid w:val="00E952FE"/>
    <w:rsid w:val="00FF3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8D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9403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203</Words>
  <Characters>1161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Storyboard</dc:title>
  <dc:subject/>
  <dc:creator> </dc:creator>
  <cp:keywords/>
  <dc:description/>
  <cp:lastModifiedBy>artistic99</cp:lastModifiedBy>
  <cp:revision>2</cp:revision>
  <cp:lastPrinted>2010-01-08T20:15:00Z</cp:lastPrinted>
  <dcterms:created xsi:type="dcterms:W3CDTF">2011-12-29T17:48:00Z</dcterms:created>
  <dcterms:modified xsi:type="dcterms:W3CDTF">2011-12-29T17:48:00Z</dcterms:modified>
</cp:coreProperties>
</file>